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AEFAA2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7C658C1" w:rsidR="00F1480E" w:rsidRPr="005404CB" w:rsidRDefault="00AC6F04" w:rsidP="00B1097A">
            <w:pPr>
              <w:pStyle w:val="SIText"/>
            </w:pPr>
            <w:r w:rsidRPr="00AC6F04">
              <w:t xml:space="preserve">This version released with AMP Australian Meat Processing Training Package Version </w:t>
            </w:r>
            <w:r w:rsidR="00D65C6E">
              <w:t>8</w:t>
            </w:r>
            <w:r w:rsidRPr="00AC6F04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24FFE4A" w:rsidR="00F1480E" w:rsidRPr="00620262" w:rsidRDefault="00354605" w:rsidP="005404CB">
            <w:pPr>
              <w:pStyle w:val="SIUNITCODE"/>
              <w:rPr>
                <w:rStyle w:val="SITemporaryText-green"/>
              </w:rPr>
            </w:pPr>
            <w:r w:rsidRPr="00620262">
              <w:rPr>
                <w:rStyle w:val="SITemporaryText-green"/>
              </w:rPr>
              <w:t>AMP</w:t>
            </w:r>
            <w:r w:rsidR="00620262" w:rsidRPr="00620262">
              <w:rPr>
                <w:rStyle w:val="SITemporaryText-green"/>
              </w:rPr>
              <w:t>COM4</w:t>
            </w:r>
            <w:r w:rsidRPr="00620262">
              <w:rPr>
                <w:rStyle w:val="SITemporaryText-green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5B4FCBC5" w:rsidR="00F1480E" w:rsidRPr="005404CB" w:rsidRDefault="00354605" w:rsidP="005404CB">
            <w:pPr>
              <w:pStyle w:val="SIUnittitle"/>
            </w:pPr>
            <w:r w:rsidRPr="00354605">
              <w:t>Build productive and effective workplace relationships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1CA3E4" w14:textId="637B76DD" w:rsidR="005D38D6" w:rsidRDefault="005D38D6" w:rsidP="005D38D6">
            <w:pPr>
              <w:pStyle w:val="SIText"/>
            </w:pPr>
            <w:r w:rsidRPr="005D38D6">
              <w:t>This unit describes the skills and knowledge required to develop, maintain and model positive workplace relationships.</w:t>
            </w:r>
            <w:r w:rsidR="00D65C6E" w:rsidRPr="005D38D6">
              <w:t xml:space="preserve"> </w:t>
            </w:r>
            <w:r w:rsidR="00D65C6E" w:rsidRPr="00D65C6E">
              <w:t>Effective workplace relationships contribute to a productive working environment and minimise conflict and disruption.</w:t>
            </w:r>
          </w:p>
          <w:p w14:paraId="18E1CF2D" w14:textId="77777777" w:rsidR="002334B6" w:rsidRPr="005D38D6" w:rsidRDefault="002334B6" w:rsidP="005D38D6">
            <w:pPr>
              <w:pStyle w:val="SIText"/>
            </w:pPr>
          </w:p>
          <w:p w14:paraId="6FC81DB1" w14:textId="35C3719F" w:rsidR="005D38D6" w:rsidRDefault="005D38D6" w:rsidP="005D38D6">
            <w:pPr>
              <w:pStyle w:val="SIText"/>
            </w:pPr>
            <w:r w:rsidRPr="005D38D6">
              <w:t xml:space="preserve">This unit </w:t>
            </w:r>
            <w:r w:rsidR="00D65C6E">
              <w:t>applies</w:t>
            </w:r>
            <w:r w:rsidRPr="005D38D6">
              <w:t xml:space="preserve"> to </w:t>
            </w:r>
            <w:r w:rsidR="00D65C6E">
              <w:t xml:space="preserve">individuals who work as </w:t>
            </w:r>
            <w:r w:rsidRPr="005D38D6">
              <w:t xml:space="preserve">first line managers, including supervisors and team leaders, working in a </w:t>
            </w:r>
            <w:r w:rsidR="00764198">
              <w:t>meat processing</w:t>
            </w:r>
            <w:r w:rsidRPr="005D38D6">
              <w:t xml:space="preserve"> context.</w:t>
            </w:r>
            <w:r w:rsidR="00D65C6E">
              <w:t xml:space="preserve"> In this role, workers </w:t>
            </w:r>
            <w:r w:rsidR="00D65C6E" w:rsidRPr="00D65C6E">
              <w:t xml:space="preserve">take responsibility for their own work and </w:t>
            </w:r>
            <w:r w:rsidR="00D65C6E">
              <w:t>the work of</w:t>
            </w:r>
            <w:r w:rsidR="00D65C6E" w:rsidRPr="00D65C6E">
              <w:t xml:space="preserve"> others</w:t>
            </w:r>
            <w:r w:rsidR="00D65C6E">
              <w:t xml:space="preserve"> and </w:t>
            </w:r>
            <w:r w:rsidR="00D65C6E" w:rsidRPr="00D65C6E">
              <w:t>provide and communicate solutions to a range of predictable and sometimes unpredictable problems.</w:t>
            </w:r>
          </w:p>
          <w:p w14:paraId="03634CDD" w14:textId="77777777" w:rsidR="002334B6" w:rsidRPr="005D38D6" w:rsidRDefault="002334B6" w:rsidP="005D38D6">
            <w:pPr>
              <w:pStyle w:val="SIText"/>
            </w:pPr>
          </w:p>
          <w:p w14:paraId="341066F1" w14:textId="77777777" w:rsidR="00D65C6E" w:rsidRPr="00D65C6E" w:rsidRDefault="00D65C6E" w:rsidP="00D65C6E">
            <w:pPr>
              <w:pStyle w:val="SIText"/>
            </w:pPr>
            <w:r w:rsidRPr="00D65C6E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7449EDC9" w14:textId="77777777" w:rsidR="00D65C6E" w:rsidRPr="00D65C6E" w:rsidRDefault="00D65C6E" w:rsidP="00D65C6E">
            <w:pPr>
              <w:pStyle w:val="SIText"/>
            </w:pPr>
          </w:p>
          <w:p w14:paraId="077C0FC6" w14:textId="09EBD7B0" w:rsidR="00373436" w:rsidRPr="000754EC" w:rsidRDefault="00D65C6E" w:rsidP="005D38D6">
            <w:pPr>
              <w:pStyle w:val="SIText"/>
            </w:pPr>
            <w:r w:rsidRPr="00D65C6E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B66966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988EDF1" w:rsidR="00F1480E" w:rsidRPr="00620262" w:rsidRDefault="00620262" w:rsidP="005404CB">
            <w:pPr>
              <w:pStyle w:val="SIText"/>
              <w:rPr>
                <w:rStyle w:val="SITemporaryText-green"/>
              </w:rPr>
            </w:pPr>
            <w:r w:rsidRPr="00620262">
              <w:rPr>
                <w:rStyle w:val="SITemporaryText-green"/>
              </w:rPr>
              <w:t>Communication (COM)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62AD2" w:rsidRPr="00963A46" w14:paraId="6A875046" w14:textId="77777777" w:rsidTr="006F04C1">
        <w:trPr>
          <w:cantSplit/>
        </w:trPr>
        <w:tc>
          <w:tcPr>
            <w:tcW w:w="1396" w:type="pct"/>
            <w:shd w:val="clear" w:color="auto" w:fill="auto"/>
          </w:tcPr>
          <w:p w14:paraId="6540E2F7" w14:textId="251D0C6C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>. Develop trust and confidence</w:t>
            </w:r>
          </w:p>
        </w:tc>
        <w:tc>
          <w:tcPr>
            <w:tcW w:w="3604" w:type="pct"/>
            <w:shd w:val="clear" w:color="auto" w:fill="auto"/>
          </w:tcPr>
          <w:p w14:paraId="05500715" w14:textId="5DDA55C8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 xml:space="preserve">.1 Treat </w:t>
            </w:r>
            <w:r w:rsidR="00AD26AE">
              <w:t xml:space="preserve">team members and colleagues and customers </w:t>
            </w:r>
            <w:r w:rsidR="00B62AD2" w:rsidRPr="00B62AD2">
              <w:t>with integrity</w:t>
            </w:r>
            <w:r w:rsidR="00AD26AE">
              <w:t xml:space="preserve"> and </w:t>
            </w:r>
            <w:r w:rsidR="00B62AD2" w:rsidRPr="00B62AD2">
              <w:t xml:space="preserve">respect </w:t>
            </w:r>
          </w:p>
          <w:p w14:paraId="6A2C72F0" w14:textId="092294B0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 xml:space="preserve">.2 Use </w:t>
            </w:r>
            <w:r w:rsidR="00AD26AE">
              <w:t>workplace</w:t>
            </w:r>
            <w:r w:rsidR="00B62AD2" w:rsidRPr="00B62AD2">
              <w:t>, ethical and business standards to develop and maintain positive relationships</w:t>
            </w:r>
          </w:p>
          <w:p w14:paraId="464257E0" w14:textId="0EAEE009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 xml:space="preserve">.3 Gain and maintain trust and confidence of colleagues, customers and suppliers through competent </w:t>
            </w:r>
            <w:r>
              <w:t xml:space="preserve">and consistent </w:t>
            </w:r>
            <w:r w:rsidR="00B62AD2" w:rsidRPr="00B62AD2">
              <w:t>performance</w:t>
            </w:r>
          </w:p>
          <w:p w14:paraId="7A31FB6C" w14:textId="65D5604E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>.4 Adjust interpersonal styles and methods to the social and cultural environment</w:t>
            </w:r>
          </w:p>
        </w:tc>
      </w:tr>
      <w:tr w:rsidR="00AD26AE" w:rsidRPr="00963A46" w14:paraId="0872955E" w14:textId="77777777" w:rsidTr="00324A1C">
        <w:trPr>
          <w:cantSplit/>
        </w:trPr>
        <w:tc>
          <w:tcPr>
            <w:tcW w:w="1396" w:type="pct"/>
            <w:shd w:val="clear" w:color="auto" w:fill="auto"/>
          </w:tcPr>
          <w:p w14:paraId="7CC4C6D4" w14:textId="45DC8287" w:rsidR="00AD26AE" w:rsidRPr="00AD26AE" w:rsidRDefault="00DA2D84" w:rsidP="00AD26AE">
            <w:pPr>
              <w:pStyle w:val="SIText"/>
            </w:pPr>
            <w:r>
              <w:t>2</w:t>
            </w:r>
            <w:r w:rsidR="00AD26AE" w:rsidRPr="00AD26AE">
              <w:t>. Build and maintain networks and relationships</w:t>
            </w:r>
          </w:p>
        </w:tc>
        <w:tc>
          <w:tcPr>
            <w:tcW w:w="3604" w:type="pct"/>
            <w:shd w:val="clear" w:color="auto" w:fill="auto"/>
          </w:tcPr>
          <w:p w14:paraId="240CA462" w14:textId="378847FD" w:rsidR="00AD26AE" w:rsidRDefault="00DA2D84" w:rsidP="00AD26AE">
            <w:pPr>
              <w:pStyle w:val="SIText"/>
            </w:pPr>
            <w:r>
              <w:t>2</w:t>
            </w:r>
            <w:r w:rsidR="00AD26AE" w:rsidRPr="00AD26AE">
              <w:t xml:space="preserve">.1 Use </w:t>
            </w:r>
            <w:r w:rsidR="00AD26AE">
              <w:t xml:space="preserve">business </w:t>
            </w:r>
            <w:r w:rsidR="00AD26AE" w:rsidRPr="00AD26AE">
              <w:t>networking</w:t>
            </w:r>
            <w:r w:rsidR="00AD26AE">
              <w:t xml:space="preserve"> opportunities</w:t>
            </w:r>
            <w:r w:rsidR="00AD26AE" w:rsidRPr="00AD26AE">
              <w:t xml:space="preserve"> to identify and build relationships</w:t>
            </w:r>
          </w:p>
          <w:p w14:paraId="29F339EC" w14:textId="0255970B" w:rsidR="00AD26AE" w:rsidRPr="00AD26AE" w:rsidRDefault="00DA2D84" w:rsidP="00AD26AE">
            <w:pPr>
              <w:pStyle w:val="SIText"/>
            </w:pPr>
            <w:r>
              <w:t>2</w:t>
            </w:r>
            <w:r w:rsidR="00AD26AE">
              <w:t xml:space="preserve">.2 </w:t>
            </w:r>
            <w:r w:rsidR="00AD26AE" w:rsidRPr="00AD26AE">
              <w:t>Engage with business contacts using written and verbal communication to promote business opportunities</w:t>
            </w:r>
          </w:p>
          <w:p w14:paraId="140B16B3" w14:textId="023E91AD" w:rsidR="00AD26AE" w:rsidRPr="00AD26AE" w:rsidRDefault="00DA2D84" w:rsidP="00AD26AE">
            <w:pPr>
              <w:pStyle w:val="SIText"/>
            </w:pPr>
            <w:r>
              <w:t>2</w:t>
            </w:r>
            <w:r w:rsidR="00AD26AE" w:rsidRPr="00AD26AE">
              <w:t>.2 Provide identifiable benefits for the team and organisation through networks and other work relationships with stakeholders</w:t>
            </w:r>
          </w:p>
        </w:tc>
      </w:tr>
      <w:tr w:rsidR="00B4774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5674861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>. Gather and present information and ideas relevant to the job</w:t>
            </w:r>
          </w:p>
        </w:tc>
        <w:tc>
          <w:tcPr>
            <w:tcW w:w="3604" w:type="pct"/>
            <w:shd w:val="clear" w:color="auto" w:fill="auto"/>
          </w:tcPr>
          <w:p w14:paraId="72AB023D" w14:textId="69CC5442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 xml:space="preserve">.1 Utilise information from </w:t>
            </w:r>
            <w:r w:rsidR="005421CF">
              <w:t>a range of</w:t>
            </w:r>
            <w:r w:rsidR="005421CF" w:rsidRPr="00B47749">
              <w:t xml:space="preserve"> </w:t>
            </w:r>
            <w:r w:rsidR="00B47749" w:rsidRPr="00B47749">
              <w:t>sources to fulfil workplace responsibilities and to develop and refine alternative processes and solutions</w:t>
            </w:r>
          </w:p>
          <w:p w14:paraId="22AD44A2" w14:textId="6EA04A89" w:rsidR="005421CF" w:rsidRDefault="00DA2D84" w:rsidP="00B47749">
            <w:pPr>
              <w:pStyle w:val="SIText"/>
            </w:pPr>
            <w:r>
              <w:t>3</w:t>
            </w:r>
            <w:r w:rsidR="00B47749" w:rsidRPr="00B47749">
              <w:t xml:space="preserve">.2 </w:t>
            </w:r>
            <w:r w:rsidR="005421CF" w:rsidRPr="005421CF">
              <w:t xml:space="preserve">Use </w:t>
            </w:r>
            <w:r>
              <w:t xml:space="preserve">written and oral </w:t>
            </w:r>
            <w:r w:rsidR="005421CF" w:rsidRPr="005421CF">
              <w:t xml:space="preserve">communication strategies </w:t>
            </w:r>
            <w:r w:rsidR="005421CF">
              <w:t>to meet the of the audience, including those from diverse backgrounds</w:t>
            </w:r>
          </w:p>
          <w:p w14:paraId="036A39E2" w14:textId="2BB7566C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 xml:space="preserve">.3 Use </w:t>
            </w:r>
            <w:r w:rsidRPr="00DA2D84">
              <w:t xml:space="preserve">written and oral </w:t>
            </w:r>
            <w:r w:rsidR="00B47749" w:rsidRPr="00B47749">
              <w:t>communication strategies to keep relevant personnel informed about enterprise or department directions and activities</w:t>
            </w:r>
          </w:p>
          <w:p w14:paraId="1D3B3B6A" w14:textId="337B43C7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>.4 Provide clear and unambiguous guidance and direction to others, consistent with workplace responsibilities</w:t>
            </w:r>
          </w:p>
          <w:p w14:paraId="0ACD8386" w14:textId="1AE3FB44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>.5 Seek and value input from internal and external sources when developing and refining new ideas and approaches</w:t>
            </w:r>
          </w:p>
        </w:tc>
      </w:tr>
      <w:tr w:rsidR="00B47749" w:rsidRPr="00963A46" w14:paraId="3DC6B7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C42523" w14:textId="02284C0F" w:rsidR="00B47749" w:rsidRPr="00B47749" w:rsidRDefault="00B47749" w:rsidP="00B47749">
            <w:pPr>
              <w:pStyle w:val="SIText"/>
            </w:pPr>
            <w:r w:rsidRPr="00B47749">
              <w:lastRenderedPageBreak/>
              <w:t>4. Manage difficulties to achieve positive outcomes</w:t>
            </w:r>
          </w:p>
        </w:tc>
        <w:tc>
          <w:tcPr>
            <w:tcW w:w="3604" w:type="pct"/>
            <w:shd w:val="clear" w:color="auto" w:fill="auto"/>
          </w:tcPr>
          <w:p w14:paraId="5EFA9DAF" w14:textId="77777777" w:rsidR="00B47749" w:rsidRPr="00B47749" w:rsidRDefault="00B47749" w:rsidP="00B47749">
            <w:pPr>
              <w:pStyle w:val="SIText"/>
            </w:pPr>
            <w:r w:rsidRPr="00B47749">
              <w:t>4.1 Identify and analyse problems and take action to rectify them with minimal disruption to performance</w:t>
            </w:r>
          </w:p>
          <w:p w14:paraId="4F80324B" w14:textId="77777777" w:rsidR="00B47749" w:rsidRPr="00B47749" w:rsidRDefault="00B47749" w:rsidP="00B47749">
            <w:pPr>
              <w:pStyle w:val="SIText"/>
            </w:pPr>
            <w:r w:rsidRPr="00B47749">
              <w:t>4.2 Ensure colleagues receive guidance and support to resolve their work difficulties</w:t>
            </w:r>
          </w:p>
          <w:p w14:paraId="0416516C" w14:textId="51CCF5F9" w:rsidR="00B47749" w:rsidRPr="00B47749" w:rsidRDefault="00B47749" w:rsidP="00B47749">
            <w:pPr>
              <w:pStyle w:val="SIText"/>
            </w:pPr>
            <w:r w:rsidRPr="00B47749">
              <w:t xml:space="preserve">4.3 Use pro-active strategies to manage individual performance in accordance with </w:t>
            </w:r>
            <w:r w:rsidR="00DA2D84">
              <w:t>workplace</w:t>
            </w:r>
            <w:r w:rsidR="00DA2D84" w:rsidRPr="00B47749">
              <w:t xml:space="preserve"> </w:t>
            </w:r>
            <w:r w:rsidRPr="00B47749">
              <w:t>processes</w:t>
            </w:r>
          </w:p>
          <w:p w14:paraId="673E5E78" w14:textId="3F0535B6" w:rsidR="00B47749" w:rsidRPr="00B47749" w:rsidRDefault="00B47749" w:rsidP="00B47749">
            <w:pPr>
              <w:pStyle w:val="SIText"/>
            </w:pPr>
            <w:r w:rsidRPr="00B47749">
              <w:t xml:space="preserve">4.4 Manage conflict constructively in accordance with </w:t>
            </w:r>
            <w:r w:rsidR="00DA2D84">
              <w:t>workplace</w:t>
            </w:r>
            <w:r w:rsidR="00DA2D84" w:rsidRPr="00B47749">
              <w:t xml:space="preserve"> </w:t>
            </w:r>
            <w:r w:rsidRPr="00B47749">
              <w:t>processes</w:t>
            </w:r>
          </w:p>
          <w:p w14:paraId="2ED1B2D7" w14:textId="5EBB114F" w:rsidR="00B47749" w:rsidRPr="00B47749" w:rsidRDefault="00B47749" w:rsidP="00B47749">
            <w:pPr>
              <w:pStyle w:val="SIText"/>
            </w:pPr>
            <w:r w:rsidRPr="00B47749">
              <w:t>4.5 Negotiate difficult situations to achieve results which are acceptable to participants and also meet organisational and legislative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A2D84" w:rsidRPr="00336FCA" w:rsidDel="00423CB2" w14:paraId="2396247B" w14:textId="77777777" w:rsidTr="00CA2922">
        <w:trPr>
          <w:tblHeader/>
        </w:trPr>
        <w:tc>
          <w:tcPr>
            <w:tcW w:w="1396" w:type="pct"/>
          </w:tcPr>
          <w:p w14:paraId="7CBB9D1F" w14:textId="0968B76F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>
              <w:t>Le</w:t>
            </w:r>
            <w:r w:rsidRPr="00DA2D84">
              <w:t>arning</w:t>
            </w:r>
          </w:p>
        </w:tc>
        <w:tc>
          <w:tcPr>
            <w:tcW w:w="3604" w:type="pct"/>
          </w:tcPr>
          <w:p w14:paraId="75A98E9C" w14:textId="77777777" w:rsidR="00DA2D84" w:rsidRDefault="00D42693" w:rsidP="0023335A">
            <w:pPr>
              <w:pStyle w:val="SIBulletList1"/>
            </w:pPr>
            <w:r>
              <w:t>O</w:t>
            </w:r>
            <w:r w:rsidR="0023335A" w:rsidRPr="0023335A">
              <w:t xml:space="preserve">bserve and respect </w:t>
            </w:r>
            <w:r>
              <w:t>workplace</w:t>
            </w:r>
            <w:r w:rsidR="0023335A" w:rsidRPr="0023335A">
              <w:t xml:space="preserve"> confidentiality requirements and individual's privacy requests</w:t>
            </w:r>
          </w:p>
          <w:p w14:paraId="11F01044" w14:textId="77777777" w:rsidR="00010BD3" w:rsidRDefault="00010BD3" w:rsidP="00010BD3">
            <w:pPr>
              <w:pStyle w:val="SIBulletList1"/>
            </w:pPr>
            <w:r>
              <w:t>Reflect on</w:t>
            </w:r>
            <w:r w:rsidRPr="00010BD3">
              <w:t xml:space="preserve"> own actions and attitudes and </w:t>
            </w:r>
            <w:r>
              <w:t>recognise</w:t>
            </w:r>
            <w:r w:rsidRPr="00010BD3">
              <w:t xml:space="preserve"> their impact on colleagues</w:t>
            </w:r>
          </w:p>
          <w:p w14:paraId="3A1D0FA2" w14:textId="77777777" w:rsidR="00010BD3" w:rsidRDefault="00010BD3" w:rsidP="00010BD3">
            <w:pPr>
              <w:pStyle w:val="SIBulletList1"/>
            </w:pPr>
            <w:r>
              <w:t>M</w:t>
            </w:r>
            <w:r w:rsidRPr="00010BD3">
              <w:t>aintain currency of knowledge through independent research or professional development</w:t>
            </w:r>
          </w:p>
          <w:p w14:paraId="4487AA1E" w14:textId="0D83FA3D" w:rsidR="00010BD3" w:rsidRPr="00620262" w:rsidRDefault="00010BD3" w:rsidP="00620262">
            <w:pPr>
              <w:pStyle w:val="SIBulletList1"/>
            </w:pPr>
            <w:r>
              <w:t>L</w:t>
            </w:r>
            <w:r w:rsidRPr="00010BD3">
              <w:t>ocate and evaluate information from a range of sources, using a range of available resources including the internet and journals</w:t>
            </w:r>
          </w:p>
        </w:tc>
      </w:tr>
      <w:tr w:rsidR="00DA2D84" w:rsidRPr="00336FCA" w:rsidDel="00423CB2" w14:paraId="40A16346" w14:textId="77777777" w:rsidTr="00CA2922">
        <w:trPr>
          <w:tblHeader/>
        </w:trPr>
        <w:tc>
          <w:tcPr>
            <w:tcW w:w="1396" w:type="pct"/>
          </w:tcPr>
          <w:p w14:paraId="3CD32777" w14:textId="3DE22080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 w:rsidRPr="00DA2D84">
              <w:t>Reading</w:t>
            </w:r>
          </w:p>
        </w:tc>
        <w:tc>
          <w:tcPr>
            <w:tcW w:w="3604" w:type="pct"/>
          </w:tcPr>
          <w:p w14:paraId="0B9DD281" w14:textId="11C996D4" w:rsidR="00DA2D84" w:rsidRPr="00DA2D84" w:rsidRDefault="00DA2D84" w:rsidP="00620262">
            <w:pPr>
              <w:pStyle w:val="SIBulletList1"/>
              <w:rPr>
                <w:rFonts w:eastAsiaTheme="majorEastAsia"/>
              </w:rPr>
            </w:pPr>
            <w:r w:rsidRPr="00DA2D84">
              <w:t xml:space="preserve">Sources and analyses information to </w:t>
            </w:r>
            <w:r>
              <w:t>build</w:t>
            </w:r>
            <w:r w:rsidRPr="00DA2D84">
              <w:t xml:space="preserve"> networks </w:t>
            </w:r>
            <w:r>
              <w:t xml:space="preserve">and relationships </w:t>
            </w:r>
            <w:r w:rsidRPr="00DA2D84">
              <w:t>that consistently promote business opportunities</w:t>
            </w:r>
          </w:p>
        </w:tc>
      </w:tr>
      <w:tr w:rsidR="00DA2D84" w:rsidRPr="00336FCA" w:rsidDel="00423CB2" w14:paraId="27247595" w14:textId="77777777" w:rsidTr="00CA2922">
        <w:trPr>
          <w:tblHeader/>
        </w:trPr>
        <w:tc>
          <w:tcPr>
            <w:tcW w:w="1396" w:type="pct"/>
          </w:tcPr>
          <w:p w14:paraId="6BCB98C6" w14:textId="20C9EFC0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 w:rsidRPr="00DA2D84">
              <w:t>Writing</w:t>
            </w:r>
          </w:p>
        </w:tc>
        <w:tc>
          <w:tcPr>
            <w:tcW w:w="3604" w:type="pct"/>
          </w:tcPr>
          <w:p w14:paraId="424982B9" w14:textId="77777777" w:rsidR="00DA2D84" w:rsidRPr="00620262" w:rsidRDefault="00DA2D84" w:rsidP="00DA2D84">
            <w:pPr>
              <w:pStyle w:val="SIBulletList1"/>
              <w:rPr>
                <w:rFonts w:eastAsiaTheme="majorEastAsia"/>
              </w:rPr>
            </w:pPr>
            <w:r w:rsidRPr="00DA2D84">
              <w:t>Uses vocabulary</w:t>
            </w:r>
            <w:r>
              <w:t xml:space="preserve"> and</w:t>
            </w:r>
            <w:r w:rsidRPr="00DA2D84">
              <w:t xml:space="preserve"> layout </w:t>
            </w:r>
            <w:r>
              <w:t>suitable to the audience</w:t>
            </w:r>
            <w:r w:rsidRPr="00DA2D84">
              <w:t xml:space="preserve"> to convey ideas and information</w:t>
            </w:r>
          </w:p>
          <w:p w14:paraId="7CB0D691" w14:textId="65A570EC" w:rsidR="00010BD3" w:rsidRPr="00DA2D84" w:rsidRDefault="00010BD3" w:rsidP="00620262">
            <w:pPr>
              <w:pStyle w:val="SIBulletList1"/>
              <w:rPr>
                <w:rFonts w:eastAsiaTheme="majorEastAsia"/>
              </w:rPr>
            </w:pPr>
            <w:r>
              <w:t>Uses digital tools to interact with others</w:t>
            </w:r>
          </w:p>
        </w:tc>
      </w:tr>
      <w:tr w:rsidR="00DA2D84" w:rsidRPr="00336FCA" w:rsidDel="00423CB2" w14:paraId="77C5D195" w14:textId="77777777" w:rsidTr="00CA2922">
        <w:trPr>
          <w:tblHeader/>
        </w:trPr>
        <w:tc>
          <w:tcPr>
            <w:tcW w:w="1396" w:type="pct"/>
          </w:tcPr>
          <w:p w14:paraId="45330049" w14:textId="4A85CBEB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 w:rsidRPr="00DA2D84">
              <w:t>Oral Communication</w:t>
            </w:r>
          </w:p>
        </w:tc>
        <w:tc>
          <w:tcPr>
            <w:tcW w:w="3604" w:type="pct"/>
          </w:tcPr>
          <w:p w14:paraId="05257457" w14:textId="49B9ACCA" w:rsidR="00D42693" w:rsidRPr="00D42693" w:rsidRDefault="00D42693" w:rsidP="00D42693">
            <w:pPr>
              <w:pStyle w:val="SIBulletList1"/>
            </w:pPr>
            <w:r>
              <w:t>M</w:t>
            </w:r>
            <w:r w:rsidRPr="00D42693">
              <w:t>entor and counsel individuals and teams, within workplace procedures</w:t>
            </w:r>
          </w:p>
          <w:p w14:paraId="0477DDCD" w14:textId="28E484FD" w:rsidR="00D42693" w:rsidRPr="00D42693" w:rsidRDefault="00D42693" w:rsidP="00D42693">
            <w:pPr>
              <w:pStyle w:val="SIBulletList1"/>
            </w:pPr>
            <w:r>
              <w:t>M</w:t>
            </w:r>
            <w:r w:rsidRPr="00D42693">
              <w:t>onitor and diffuse potential conflicts and disputes, applying a range of strategies including the enterprise’s established procedures</w:t>
            </w:r>
          </w:p>
          <w:p w14:paraId="0BC30ABF" w14:textId="4E27C391" w:rsidR="00D42693" w:rsidRDefault="00D42693" w:rsidP="00D42693">
            <w:pPr>
              <w:pStyle w:val="SIBulletList1"/>
            </w:pPr>
            <w:r>
              <w:t>P</w:t>
            </w:r>
            <w:r w:rsidRPr="00D42693">
              <w:t>rovide direction, instruction and guidance in ways that encourage cooperation</w:t>
            </w:r>
            <w:r w:rsidRPr="0023335A">
              <w:t xml:space="preserve"> </w:t>
            </w:r>
          </w:p>
          <w:p w14:paraId="509ED107" w14:textId="17B5C6C1" w:rsidR="00DA2D84" w:rsidRPr="00620262" w:rsidRDefault="00D42693" w:rsidP="00620262">
            <w:pPr>
              <w:pStyle w:val="SIBulletList1"/>
            </w:pPr>
            <w:r>
              <w:t>Acknowledge</w:t>
            </w:r>
            <w:r w:rsidRPr="00D42693">
              <w:t xml:space="preserve"> and discuss alternative suggestions</w:t>
            </w:r>
            <w:r>
              <w:t xml:space="preserve"> and</w:t>
            </w:r>
            <w:r w:rsidRPr="00D42693">
              <w:t xml:space="preserve"> viewpoints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0CD2C08" w:rsidR="00041E59" w:rsidRPr="005404CB" w:rsidRDefault="00AD72BE" w:rsidP="005404CB">
            <w:pPr>
              <w:pStyle w:val="SIText"/>
            </w:pPr>
            <w:r w:rsidRPr="00AD72BE">
              <w:t>AMP</w:t>
            </w:r>
            <w:r w:rsidR="00620262">
              <w:t>COM</w:t>
            </w:r>
            <w:r w:rsidRPr="00AD72BE">
              <w:t>4</w:t>
            </w:r>
            <w:r w:rsidR="00620262">
              <w:t>X</w:t>
            </w:r>
            <w:r w:rsidRPr="00AD72BE">
              <w:t>1 Build productive and effective workplace relationships</w:t>
            </w:r>
          </w:p>
        </w:tc>
        <w:tc>
          <w:tcPr>
            <w:tcW w:w="1105" w:type="pct"/>
          </w:tcPr>
          <w:p w14:paraId="6623A6C9" w14:textId="69425836" w:rsidR="00041E59" w:rsidRPr="005404CB" w:rsidRDefault="00DA2D84" w:rsidP="005404CB">
            <w:pPr>
              <w:pStyle w:val="SIText"/>
            </w:pPr>
            <w:r w:rsidRPr="00DA2D84">
              <w:t>AMPX412 Build productive and effective workplace relationships</w:t>
            </w:r>
          </w:p>
        </w:tc>
        <w:tc>
          <w:tcPr>
            <w:tcW w:w="1251" w:type="pct"/>
          </w:tcPr>
          <w:p w14:paraId="7D41CBD1" w14:textId="77777777" w:rsidR="00DA2D84" w:rsidRPr="00DA2D84" w:rsidRDefault="00DA2D84" w:rsidP="00DA2D84">
            <w:pPr>
              <w:pStyle w:val="SIText"/>
            </w:pPr>
            <w:r w:rsidRPr="00DA2D84">
              <w:t>Unit code updated.</w:t>
            </w:r>
          </w:p>
          <w:p w14:paraId="412179D2" w14:textId="23860294" w:rsidR="00DA2D84" w:rsidRDefault="00DA2D84" w:rsidP="00DA2D84">
            <w:pPr>
              <w:pStyle w:val="SIText"/>
            </w:pPr>
            <w:r>
              <w:t>Elements reordered.</w:t>
            </w:r>
          </w:p>
          <w:p w14:paraId="60351C37" w14:textId="123CCA16" w:rsidR="00DA2D84" w:rsidRPr="00DA2D84" w:rsidRDefault="00DA2D84" w:rsidP="00DA2D84">
            <w:pPr>
              <w:pStyle w:val="SIText"/>
            </w:pPr>
            <w:r w:rsidRPr="00DA2D84">
              <w:t>Performance criteria clarified.</w:t>
            </w:r>
          </w:p>
          <w:p w14:paraId="70885D98" w14:textId="77777777" w:rsidR="00DA2D84" w:rsidRPr="00DA2D84" w:rsidRDefault="00DA2D84" w:rsidP="00DA2D84">
            <w:pPr>
              <w:pStyle w:val="SIText"/>
            </w:pPr>
            <w:r w:rsidRPr="00DA2D84">
              <w:t>Foundation skills added.</w:t>
            </w:r>
          </w:p>
          <w:p w14:paraId="38EF1B27" w14:textId="3A7B7479" w:rsidR="00041E59" w:rsidRPr="005404CB" w:rsidRDefault="00DA2D84" w:rsidP="00DA2D84">
            <w:pPr>
              <w:pStyle w:val="SIText"/>
            </w:pPr>
            <w:r w:rsidRPr="00DA2D84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4F8F83E4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158"/>
        <w:gridCol w:w="6782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06E50E63" w:rsidR="00F1480E" w:rsidRPr="005404CB" w:rsidRDefault="00620262" w:rsidP="007C55F6">
            <w:pPr>
              <w:pStyle w:val="SIText"/>
            </w:pPr>
            <w:hyperlink r:id="rId11" w:history="1">
              <w:r w:rsidR="007C55F6" w:rsidRPr="007C55F6">
                <w:t>https://vetnet.gov.au/Pages/TrainingDocs.aspx?q=5e2e56b7-698f-4822-84bb-25adbb8443a7</w:t>
              </w:r>
            </w:hyperlink>
            <w:r w:rsidR="00E40225" w:rsidRPr="005404CB">
              <w:rPr>
                <w:rStyle w:val="SITemporaryText-red"/>
              </w:rPr>
              <w:t xml:space="preserve"> </w:t>
            </w:r>
          </w:p>
        </w:tc>
      </w:tr>
      <w:tr w:rsidR="00556C4C" w:rsidRPr="00E91BFF" w14:paraId="0475A613" w14:textId="77777777" w:rsidTr="00113678">
        <w:trPr>
          <w:tblHeader/>
        </w:trPr>
        <w:tc>
          <w:tcPr>
            <w:tcW w:w="1478" w:type="pct"/>
            <w:gridSpan w:val="2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6F64F0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44EB" w:rsidRPr="000444EB">
              <w:t>AMP</w:t>
            </w:r>
            <w:r w:rsidR="00620262">
              <w:t>COM</w:t>
            </w:r>
            <w:r w:rsidR="000444EB" w:rsidRPr="000444EB">
              <w:t>4</w:t>
            </w:r>
            <w:r w:rsidR="00620262">
              <w:t>X</w:t>
            </w:r>
            <w:r w:rsidR="000444EB" w:rsidRPr="000444EB">
              <w:t>1 Build productive and effective workplace relationships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3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3"/>
            <w:shd w:val="clear" w:color="auto" w:fill="auto"/>
          </w:tcPr>
          <w:p w14:paraId="291A45C2" w14:textId="30511F72" w:rsidR="00D42693" w:rsidRDefault="00D42693">
            <w:pPr>
              <w:pStyle w:val="SIText"/>
            </w:pPr>
            <w:r w:rsidRPr="00D42693">
              <w:t>An individual demonstrating competency must satisfy all of the elements and performance criteria in this unit.</w:t>
            </w:r>
          </w:p>
          <w:p w14:paraId="33301D46" w14:textId="77777777" w:rsidR="00620262" w:rsidRPr="00D42693" w:rsidRDefault="00620262" w:rsidP="00620262">
            <w:pPr>
              <w:pStyle w:val="SIText"/>
            </w:pPr>
          </w:p>
          <w:p w14:paraId="30E660B9" w14:textId="2F547530" w:rsidR="00D42693" w:rsidRDefault="00D42693" w:rsidP="00EC23C8">
            <w:pPr>
              <w:pStyle w:val="SIText"/>
            </w:pPr>
            <w:r w:rsidRPr="00D42693">
              <w:t xml:space="preserve">There must be evidence that the individual </w:t>
            </w:r>
            <w:r>
              <w:t>has built and maintained a productive and effective business relationship with at least two different individuals, including</w:t>
            </w:r>
            <w:r w:rsidR="00010BD3">
              <w:t xml:space="preserve"> for each</w:t>
            </w:r>
            <w:r>
              <w:t>:</w:t>
            </w:r>
          </w:p>
          <w:p w14:paraId="14D8CDA4" w14:textId="4241EF12" w:rsidR="00D42693" w:rsidRDefault="00010BD3" w:rsidP="00620262">
            <w:pPr>
              <w:pStyle w:val="SIBulletList1"/>
            </w:pPr>
            <w:r>
              <w:t>buil</w:t>
            </w:r>
            <w:r w:rsidR="00620262">
              <w:t>t</w:t>
            </w:r>
            <w:r>
              <w:t xml:space="preserve"> the relationship using written and oral communication</w:t>
            </w:r>
          </w:p>
          <w:p w14:paraId="0DA936B5" w14:textId="767D5C3A" w:rsidR="00010BD3" w:rsidRDefault="00010BD3" w:rsidP="00620262">
            <w:pPr>
              <w:pStyle w:val="SIBulletList1"/>
            </w:pPr>
            <w:r>
              <w:t>identif</w:t>
            </w:r>
            <w:r w:rsidR="00620262">
              <w:t>ied</w:t>
            </w:r>
            <w:r>
              <w:t xml:space="preserve"> ways to improve the relationship</w:t>
            </w:r>
          </w:p>
          <w:p w14:paraId="49081BB4" w14:textId="3D1FF245" w:rsidR="00556C4C" w:rsidRPr="005404CB" w:rsidRDefault="00010BD3" w:rsidP="00620262">
            <w:pPr>
              <w:pStyle w:val="SIBulletList1"/>
            </w:pPr>
            <w:r>
              <w:t>manag</w:t>
            </w:r>
            <w:r w:rsidR="00620262">
              <w:t>ed</w:t>
            </w:r>
            <w:r>
              <w:t xml:space="preserve"> difficulties to achieve positive outcomes.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12422773" w14:textId="77777777" w:rsidR="00010BD3" w:rsidRPr="00010BD3" w:rsidRDefault="00010BD3" w:rsidP="00010BD3">
            <w:pPr>
              <w:pStyle w:val="SIText"/>
            </w:pPr>
            <w:r w:rsidRPr="00010BD3">
              <w:t>An individual must be able to demonstrate the knowledge required to perform the tasks outlined in the elements and performance criteria of this unit. This includes knowledge of:</w:t>
            </w:r>
          </w:p>
          <w:p w14:paraId="7E9B9299" w14:textId="77777777" w:rsidR="008E689C" w:rsidRPr="008E689C" w:rsidRDefault="008E689C" w:rsidP="008E689C">
            <w:pPr>
              <w:pStyle w:val="SIBulletList1"/>
            </w:pPr>
            <w:r w:rsidRPr="008E689C">
              <w:t>the impact of enterprise social, ethical and business standards on workplace relationships</w:t>
            </w:r>
          </w:p>
          <w:p w14:paraId="3153FA1C" w14:textId="7FBD7891" w:rsidR="008E689C" w:rsidRPr="008E689C" w:rsidRDefault="008E689C" w:rsidP="008E689C">
            <w:pPr>
              <w:pStyle w:val="SIBulletList1"/>
            </w:pPr>
            <w:r w:rsidRPr="008E689C">
              <w:t xml:space="preserve">factors </w:t>
            </w:r>
            <w:r w:rsidR="00764198">
              <w:t>that</w:t>
            </w:r>
            <w:r w:rsidR="00764198" w:rsidRPr="008E689C">
              <w:t xml:space="preserve"> </w:t>
            </w:r>
            <w:r w:rsidRPr="008E689C">
              <w:t>influence workplace relationships, including cultural and social characteristics, past experiences and industrial approaches</w:t>
            </w:r>
          </w:p>
          <w:p w14:paraId="7DAEC7D4" w14:textId="22C74A31" w:rsidR="008E689C" w:rsidRPr="008E689C" w:rsidRDefault="008E689C" w:rsidP="008E689C">
            <w:pPr>
              <w:pStyle w:val="SIBulletList1"/>
            </w:pPr>
            <w:r w:rsidRPr="008E689C">
              <w:t xml:space="preserve">networks and other sources of information </w:t>
            </w:r>
            <w:r w:rsidR="00764198">
              <w:t>that</w:t>
            </w:r>
            <w:r w:rsidR="00764198" w:rsidRPr="008E689C">
              <w:t xml:space="preserve"> </w:t>
            </w:r>
            <w:r w:rsidRPr="008E689C">
              <w:t>could assist in developing workplace relationships and building own knowledge and expertise</w:t>
            </w:r>
          </w:p>
          <w:p w14:paraId="13499A33" w14:textId="77777777" w:rsidR="00F1480E" w:rsidRDefault="008E689C" w:rsidP="008E689C">
            <w:pPr>
              <w:pStyle w:val="SIBulletList1"/>
            </w:pPr>
            <w:r w:rsidRPr="008E689C">
              <w:t>strategies for building networks</w:t>
            </w:r>
          </w:p>
          <w:p w14:paraId="2B060ECB" w14:textId="77777777" w:rsidR="00010BD3" w:rsidRDefault="00010BD3" w:rsidP="008E689C">
            <w:pPr>
              <w:pStyle w:val="SIBulletList1"/>
            </w:pPr>
            <w:r>
              <w:t>conflict resolution strategies</w:t>
            </w:r>
          </w:p>
          <w:p w14:paraId="66608BB7" w14:textId="06A28DB0" w:rsidR="00010BD3" w:rsidRPr="005404CB" w:rsidRDefault="00010BD3" w:rsidP="008E689C">
            <w:pPr>
              <w:pStyle w:val="SIBulletList1"/>
            </w:pPr>
            <w:r>
              <w:t>effective communication methods.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2F23491" w14:textId="0B3AE072" w:rsidR="00010BD3" w:rsidRPr="00010BD3" w:rsidRDefault="00010BD3" w:rsidP="00010BD3">
            <w:pPr>
              <w:pStyle w:val="SIText"/>
            </w:pPr>
            <w:r w:rsidRPr="00010BD3">
              <w:t>Assessment of the skills in this unit of competency must take place under the following conditions:</w:t>
            </w:r>
          </w:p>
          <w:p w14:paraId="60D77A63" w14:textId="77777777" w:rsidR="00010BD3" w:rsidRPr="00010BD3" w:rsidRDefault="00010BD3" w:rsidP="00010BD3">
            <w:pPr>
              <w:pStyle w:val="SIBulletList1"/>
            </w:pPr>
            <w:r w:rsidRPr="00010BD3">
              <w:t>physical conditions:</w:t>
            </w:r>
          </w:p>
          <w:p w14:paraId="457F0E64" w14:textId="47DD9AA8" w:rsidR="00010BD3" w:rsidRPr="00010BD3" w:rsidRDefault="00010BD3" w:rsidP="00010BD3">
            <w:pPr>
              <w:pStyle w:val="SIBulletList2"/>
            </w:pPr>
            <w:r w:rsidRPr="00010BD3">
              <w:t xml:space="preserve">skills must be demonstrated in a </w:t>
            </w:r>
            <w:r w:rsidR="00764198">
              <w:t>meat</w:t>
            </w:r>
            <w:r w:rsidRPr="00010BD3">
              <w:t xml:space="preserve"> processing workplace or an environment that accurately represents workplace conditions</w:t>
            </w:r>
          </w:p>
          <w:p w14:paraId="3657F7C8" w14:textId="77777777" w:rsidR="00010BD3" w:rsidRPr="00010BD3" w:rsidRDefault="00010BD3" w:rsidP="00010BD3">
            <w:pPr>
              <w:pStyle w:val="SIBulletList1"/>
            </w:pPr>
            <w:r w:rsidRPr="00010BD3">
              <w:t>resources, equipment and materials:</w:t>
            </w:r>
          </w:p>
          <w:p w14:paraId="67C98B3F" w14:textId="6EE04758" w:rsidR="00010BD3" w:rsidRPr="00010BD3" w:rsidRDefault="00764198" w:rsidP="00010BD3">
            <w:pPr>
              <w:pStyle w:val="SIBulletList2"/>
            </w:pPr>
            <w:r>
              <w:t>communication tools</w:t>
            </w:r>
            <w:r w:rsidR="00010BD3" w:rsidRPr="00010BD3">
              <w:t xml:space="preserve"> </w:t>
            </w:r>
            <w:r>
              <w:t xml:space="preserve">and </w:t>
            </w:r>
            <w:r w:rsidR="00010BD3" w:rsidRPr="00010BD3">
              <w:t xml:space="preserve">equipment </w:t>
            </w:r>
          </w:p>
          <w:p w14:paraId="39EFD6B0" w14:textId="77777777" w:rsidR="00010BD3" w:rsidRPr="00010BD3" w:rsidRDefault="00010BD3" w:rsidP="00010BD3">
            <w:pPr>
              <w:pStyle w:val="SIBulletList2"/>
            </w:pPr>
            <w:r w:rsidRPr="00010BD3">
              <w:t>reporting and monitoring systems</w:t>
            </w:r>
          </w:p>
          <w:p w14:paraId="410BFFDE" w14:textId="77777777" w:rsidR="00010BD3" w:rsidRPr="00010BD3" w:rsidRDefault="00010BD3" w:rsidP="00010BD3">
            <w:pPr>
              <w:pStyle w:val="SIBulletList1"/>
            </w:pPr>
            <w:r w:rsidRPr="00010BD3">
              <w:t>specifications:</w:t>
            </w:r>
          </w:p>
          <w:p w14:paraId="0455AF51" w14:textId="1E2078AD" w:rsidR="00010BD3" w:rsidRPr="00010BD3" w:rsidRDefault="00764198" w:rsidP="00010BD3">
            <w:pPr>
              <w:pStyle w:val="SIBulletList2"/>
            </w:pPr>
            <w:r>
              <w:t>human resources policies and procedures</w:t>
            </w:r>
          </w:p>
          <w:p w14:paraId="66336062" w14:textId="77777777" w:rsidR="00010BD3" w:rsidRPr="00010BD3" w:rsidRDefault="00010BD3" w:rsidP="00010BD3">
            <w:pPr>
              <w:pStyle w:val="SIBulletList1"/>
            </w:pPr>
            <w:r w:rsidRPr="00010BD3">
              <w:t>relationships:</w:t>
            </w:r>
          </w:p>
          <w:p w14:paraId="5C058503" w14:textId="3BEA0621" w:rsidR="00010BD3" w:rsidRPr="00010BD3" w:rsidRDefault="00010BD3" w:rsidP="00010BD3">
            <w:pPr>
              <w:pStyle w:val="SIBulletList2"/>
            </w:pPr>
            <w:r w:rsidRPr="00010BD3">
              <w:t>interactions with work team</w:t>
            </w:r>
            <w:r w:rsidR="00764198">
              <w:t>, colleagues and customers.</w:t>
            </w:r>
          </w:p>
          <w:p w14:paraId="3B2FBA02" w14:textId="77777777" w:rsidR="00010BD3" w:rsidRDefault="00010BD3" w:rsidP="000E5F7B">
            <w:pPr>
              <w:pStyle w:val="SIText"/>
            </w:pPr>
          </w:p>
          <w:p w14:paraId="72FC2BF3" w14:textId="6CC11A93" w:rsidR="00764198" w:rsidRPr="000E5F7B" w:rsidRDefault="00764198" w:rsidP="000E5F7B">
            <w:pPr>
              <w:pStyle w:val="SIText"/>
            </w:pPr>
            <w:r w:rsidRPr="007641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6BD9626A" w:rsidR="00F1480E" w:rsidRPr="007C55F6" w:rsidRDefault="00620262" w:rsidP="007C55F6">
            <w:pPr>
              <w:pStyle w:val="SIText"/>
            </w:pPr>
            <w:hyperlink r:id="rId12" w:history="1">
              <w:r w:rsidR="007C55F6" w:rsidRPr="007C55F6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93F98" w14:textId="77777777" w:rsidR="000C6192" w:rsidRDefault="000C6192" w:rsidP="00BF3F0A">
      <w:r>
        <w:separator/>
      </w:r>
    </w:p>
    <w:p w14:paraId="60B963E9" w14:textId="77777777" w:rsidR="000C6192" w:rsidRDefault="000C6192"/>
  </w:endnote>
  <w:endnote w:type="continuationSeparator" w:id="0">
    <w:p w14:paraId="442DEAF1" w14:textId="77777777" w:rsidR="000C6192" w:rsidRDefault="000C6192" w:rsidP="00BF3F0A">
      <w:r>
        <w:continuationSeparator/>
      </w:r>
    </w:p>
    <w:p w14:paraId="309B0814" w14:textId="77777777" w:rsidR="000C6192" w:rsidRDefault="000C61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05961" w14:textId="77777777" w:rsidR="000C6192" w:rsidRDefault="000C6192" w:rsidP="00BF3F0A">
      <w:r>
        <w:separator/>
      </w:r>
    </w:p>
    <w:p w14:paraId="48C1E4A9" w14:textId="77777777" w:rsidR="000C6192" w:rsidRDefault="000C6192"/>
  </w:footnote>
  <w:footnote w:type="continuationSeparator" w:id="0">
    <w:p w14:paraId="036EB544" w14:textId="77777777" w:rsidR="000C6192" w:rsidRDefault="000C6192" w:rsidP="00BF3F0A">
      <w:r>
        <w:continuationSeparator/>
      </w:r>
    </w:p>
    <w:p w14:paraId="492CB06B" w14:textId="77777777" w:rsidR="000C6192" w:rsidRDefault="000C61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C82C061" w:rsidR="009C2650" w:rsidRPr="00354605" w:rsidRDefault="00620262" w:rsidP="00354605">
    <w:sdt>
      <w:sdtPr>
        <w:rPr>
          <w:lang w:eastAsia="en-US"/>
        </w:rPr>
        <w:id w:val="-1129238068"/>
        <w:docPartObj>
          <w:docPartGallery w:val="Watermarks"/>
          <w:docPartUnique/>
        </w:docPartObj>
      </w:sdtPr>
      <w:sdtContent>
        <w:r w:rsidRPr="00620262">
          <w:rPr>
            <w:lang w:eastAsia="en-US"/>
          </w:rPr>
          <w:pict w14:anchorId="47E5F89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54605" w:rsidRPr="00354605">
      <w:rPr>
        <w:lang w:eastAsia="en-US"/>
      </w:rPr>
      <w:t>AMP</w:t>
    </w:r>
    <w:r>
      <w:t>COM4</w:t>
    </w:r>
    <w:r w:rsidR="00354605" w:rsidRPr="00354605">
      <w:rPr>
        <w:lang w:eastAsia="en-US"/>
      </w:rPr>
      <w:t>X1 Build productive and effective workplace relationships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74BB3"/>
    <w:multiLevelType w:val="multilevel"/>
    <w:tmpl w:val="AAB44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0B1985"/>
    <w:multiLevelType w:val="multilevel"/>
    <w:tmpl w:val="54CEDD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E56D74"/>
    <w:multiLevelType w:val="multilevel"/>
    <w:tmpl w:val="74986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0BD3"/>
    <w:rsid w:val="0001108F"/>
    <w:rsid w:val="000115E2"/>
    <w:rsid w:val="000126D0"/>
    <w:rsid w:val="0001296A"/>
    <w:rsid w:val="00016803"/>
    <w:rsid w:val="00023992"/>
    <w:rsid w:val="000275AE"/>
    <w:rsid w:val="00041E59"/>
    <w:rsid w:val="000444E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6192"/>
    <w:rsid w:val="000E25E6"/>
    <w:rsid w:val="000E2C86"/>
    <w:rsid w:val="000E5F7B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5E8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35A"/>
    <w:rsid w:val="002334B6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658D"/>
    <w:rsid w:val="00305EFF"/>
    <w:rsid w:val="00310A6A"/>
    <w:rsid w:val="003144E6"/>
    <w:rsid w:val="00337E82"/>
    <w:rsid w:val="00346FDC"/>
    <w:rsid w:val="00350BB1"/>
    <w:rsid w:val="00352C83"/>
    <w:rsid w:val="00354605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1CF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38D6"/>
    <w:rsid w:val="005E51E6"/>
    <w:rsid w:val="005F027A"/>
    <w:rsid w:val="005F33CC"/>
    <w:rsid w:val="005F3B1D"/>
    <w:rsid w:val="005F771F"/>
    <w:rsid w:val="006121D4"/>
    <w:rsid w:val="00613B49"/>
    <w:rsid w:val="00616845"/>
    <w:rsid w:val="00620262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198"/>
    <w:rsid w:val="0076523B"/>
    <w:rsid w:val="00771B60"/>
    <w:rsid w:val="00781D77"/>
    <w:rsid w:val="00783549"/>
    <w:rsid w:val="007860B7"/>
    <w:rsid w:val="00786DC8"/>
    <w:rsid w:val="007A300D"/>
    <w:rsid w:val="007C55F6"/>
    <w:rsid w:val="007D5A78"/>
    <w:rsid w:val="007E3BD1"/>
    <w:rsid w:val="007F1563"/>
    <w:rsid w:val="007F1EB2"/>
    <w:rsid w:val="007F44DB"/>
    <w:rsid w:val="007F5A8B"/>
    <w:rsid w:val="00801D4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F96"/>
    <w:rsid w:val="008A39D3"/>
    <w:rsid w:val="008B2C77"/>
    <w:rsid w:val="008B4AD2"/>
    <w:rsid w:val="008B663E"/>
    <w:rsid w:val="008B7138"/>
    <w:rsid w:val="008E260C"/>
    <w:rsid w:val="008E39BE"/>
    <w:rsid w:val="008E62EC"/>
    <w:rsid w:val="008E689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F04"/>
    <w:rsid w:val="00AD26AE"/>
    <w:rsid w:val="00AD3896"/>
    <w:rsid w:val="00AD5B47"/>
    <w:rsid w:val="00AD72BE"/>
    <w:rsid w:val="00AE1ED9"/>
    <w:rsid w:val="00AE32CB"/>
    <w:rsid w:val="00AF3957"/>
    <w:rsid w:val="00B0712C"/>
    <w:rsid w:val="00B1097A"/>
    <w:rsid w:val="00B12013"/>
    <w:rsid w:val="00B22C67"/>
    <w:rsid w:val="00B3508F"/>
    <w:rsid w:val="00B443EE"/>
    <w:rsid w:val="00B47749"/>
    <w:rsid w:val="00B560C8"/>
    <w:rsid w:val="00B61150"/>
    <w:rsid w:val="00B62AD2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1FAC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693"/>
    <w:rsid w:val="00D54C76"/>
    <w:rsid w:val="00D632BB"/>
    <w:rsid w:val="00D65C6E"/>
    <w:rsid w:val="00D71E43"/>
    <w:rsid w:val="00D727F3"/>
    <w:rsid w:val="00D73695"/>
    <w:rsid w:val="00D810DE"/>
    <w:rsid w:val="00D87D32"/>
    <w:rsid w:val="00D91188"/>
    <w:rsid w:val="00D92C83"/>
    <w:rsid w:val="00DA0A81"/>
    <w:rsid w:val="00DA2D84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5A74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23C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C55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3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59A0A621A69D4F962864A8BB5B8807" ma:contentTypeVersion="" ma:contentTypeDescription="Create a new document." ma:contentTypeScope="" ma:versionID="85f9cd8d30435138c5287c65dee7c1e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b8324cba-142f-4d69-b944-109fbbf4b2b5"/>
    <ds:schemaRef ds:uri="d50bbff7-d6dd-47d2-864a-cfdc2c3db0f4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A11470-915C-4D77-8B26-87F4882D3063}"/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127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28</cp:revision>
  <cp:lastPrinted>2016-05-27T05:21:00Z</cp:lastPrinted>
  <dcterms:created xsi:type="dcterms:W3CDTF">2021-08-09T02:15:00Z</dcterms:created>
  <dcterms:modified xsi:type="dcterms:W3CDTF">2021-10-26T04:09:00Z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0x0101003059A0A621A69D4F962864A8BB5B8807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